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7CE2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E1C7B1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AC1CA5" w14:textId="53D595E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A3F6A">
        <w:rPr>
          <w:rFonts w:ascii="Corbel" w:hAnsi="Corbel"/>
          <w:i/>
          <w:smallCaps/>
          <w:sz w:val="24"/>
          <w:szCs w:val="24"/>
        </w:rPr>
        <w:t>2021–2024</w:t>
      </w:r>
    </w:p>
    <w:p w14:paraId="36D3AB40" w14:textId="1EEE8463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2A3F6A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15D90C3" w14:textId="2DD85EF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A3F6A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276524">
        <w:rPr>
          <w:rFonts w:ascii="Corbel" w:hAnsi="Corbel"/>
          <w:sz w:val="20"/>
          <w:szCs w:val="20"/>
        </w:rPr>
        <w:t xml:space="preserve">ok akademicki </w:t>
      </w:r>
      <w:r w:rsidR="002A3F6A" w:rsidRPr="002A3F6A">
        <w:rPr>
          <w:rFonts w:ascii="Corbel" w:hAnsi="Corbel"/>
          <w:sz w:val="20"/>
          <w:szCs w:val="20"/>
        </w:rPr>
        <w:t>2023/2024</w:t>
      </w:r>
    </w:p>
    <w:p w14:paraId="2D8772D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4E63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C51E8A8" w14:textId="77777777" w:rsidTr="00B819C8">
        <w:tc>
          <w:tcPr>
            <w:tcW w:w="2694" w:type="dxa"/>
            <w:vAlign w:val="center"/>
          </w:tcPr>
          <w:p w14:paraId="1A39B5B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FE2EB0" w14:textId="77777777" w:rsidR="0085747A" w:rsidRPr="006D4CFE" w:rsidRDefault="002765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D4CFE">
              <w:rPr>
                <w:rFonts w:ascii="Corbel" w:hAnsi="Corbel"/>
                <w:b w:val="0"/>
                <w:bCs/>
                <w:sz w:val="24"/>
                <w:szCs w:val="24"/>
              </w:rPr>
              <w:t>Socjologia młodzieży</w:t>
            </w:r>
          </w:p>
        </w:tc>
      </w:tr>
      <w:tr w:rsidR="0085747A" w:rsidRPr="009C54AE" w14:paraId="62CD9F39" w14:textId="77777777" w:rsidTr="00B819C8">
        <w:tc>
          <w:tcPr>
            <w:tcW w:w="2694" w:type="dxa"/>
            <w:vAlign w:val="center"/>
          </w:tcPr>
          <w:p w14:paraId="4D57634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C876F82" w14:textId="2345DF28" w:rsidR="0085747A" w:rsidRPr="009C54AE" w:rsidRDefault="00D126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</w:t>
            </w:r>
            <w:r w:rsidR="00276524">
              <w:rPr>
                <w:rFonts w:ascii="Corbel" w:hAnsi="Corbel"/>
                <w:b w:val="0"/>
                <w:sz w:val="24"/>
                <w:szCs w:val="24"/>
              </w:rPr>
              <w:t>[5]F_0</w:t>
            </w:r>
            <w:r w:rsidR="006D4CFE"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="0085747A" w:rsidRPr="009C54AE" w14:paraId="3C54D402" w14:textId="77777777" w:rsidTr="00B819C8">
        <w:tc>
          <w:tcPr>
            <w:tcW w:w="2694" w:type="dxa"/>
            <w:vAlign w:val="center"/>
          </w:tcPr>
          <w:p w14:paraId="0562351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39C4020" w14:textId="77777777" w:rsidR="0085747A" w:rsidRPr="009C54AE" w:rsidRDefault="007063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FD51B7">
              <w:rPr>
                <w:rFonts w:ascii="Corbel" w:hAnsi="Corbel"/>
                <w:b w:val="0"/>
                <w:sz w:val="24"/>
                <w:szCs w:val="24"/>
              </w:rPr>
              <w:t xml:space="preserve">   </w:t>
            </w:r>
          </w:p>
        </w:tc>
      </w:tr>
      <w:tr w:rsidR="0085747A" w:rsidRPr="009C54AE" w14:paraId="0BBAAFAF" w14:textId="77777777" w:rsidTr="00B819C8">
        <w:tc>
          <w:tcPr>
            <w:tcW w:w="2694" w:type="dxa"/>
            <w:vAlign w:val="center"/>
          </w:tcPr>
          <w:p w14:paraId="1D5616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9831C9" w14:textId="77777777" w:rsidR="0085747A" w:rsidRPr="009C54AE" w:rsidRDefault="007063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7E3CE2" w14:textId="77777777" w:rsidTr="00B819C8">
        <w:tc>
          <w:tcPr>
            <w:tcW w:w="2694" w:type="dxa"/>
            <w:vAlign w:val="center"/>
          </w:tcPr>
          <w:p w14:paraId="13F28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46E2F8" w14:textId="63D090B6" w:rsidR="0085747A" w:rsidRPr="009C54AE" w:rsidRDefault="002765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="006D4CFE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ocjalna</w:t>
            </w:r>
          </w:p>
        </w:tc>
      </w:tr>
      <w:tr w:rsidR="0085747A" w:rsidRPr="009C54AE" w14:paraId="5D20ED29" w14:textId="77777777" w:rsidTr="00B819C8">
        <w:tc>
          <w:tcPr>
            <w:tcW w:w="2694" w:type="dxa"/>
            <w:vAlign w:val="center"/>
          </w:tcPr>
          <w:p w14:paraId="78F2561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3DD5560" w14:textId="77777777" w:rsidR="0085747A" w:rsidRPr="009C54AE" w:rsidRDefault="002765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3FB3C4C8" w14:textId="77777777" w:rsidTr="00B819C8">
        <w:tc>
          <w:tcPr>
            <w:tcW w:w="2694" w:type="dxa"/>
            <w:vAlign w:val="center"/>
          </w:tcPr>
          <w:p w14:paraId="53371A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11F369" w14:textId="77777777" w:rsidR="0085747A" w:rsidRPr="009C54AE" w:rsidRDefault="002765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3C03B2D" w14:textId="77777777" w:rsidTr="00B819C8">
        <w:tc>
          <w:tcPr>
            <w:tcW w:w="2694" w:type="dxa"/>
            <w:vAlign w:val="center"/>
          </w:tcPr>
          <w:p w14:paraId="6E910A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D5F800C" w14:textId="77777777" w:rsidR="0085747A" w:rsidRPr="009C54AE" w:rsidRDefault="002765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2468B5E" w14:textId="77777777" w:rsidTr="00B819C8">
        <w:tc>
          <w:tcPr>
            <w:tcW w:w="2694" w:type="dxa"/>
            <w:vAlign w:val="center"/>
          </w:tcPr>
          <w:p w14:paraId="60AB1FF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F7034E" w14:textId="77777777" w:rsidR="0085747A" w:rsidRPr="009C54AE" w:rsidRDefault="002765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3, semestr V</w:t>
            </w:r>
          </w:p>
        </w:tc>
      </w:tr>
      <w:tr w:rsidR="0085747A" w:rsidRPr="009C54AE" w14:paraId="23D15E7A" w14:textId="77777777" w:rsidTr="00B819C8">
        <w:tc>
          <w:tcPr>
            <w:tcW w:w="2694" w:type="dxa"/>
            <w:vAlign w:val="center"/>
          </w:tcPr>
          <w:p w14:paraId="475D92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BCFF405" w14:textId="2CB4D474" w:rsidR="0085747A" w:rsidRPr="009C54AE" w:rsidRDefault="001610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45BE5295" w14:textId="77777777" w:rsidTr="00B819C8">
        <w:tc>
          <w:tcPr>
            <w:tcW w:w="2694" w:type="dxa"/>
            <w:vAlign w:val="center"/>
          </w:tcPr>
          <w:p w14:paraId="32222F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7709C2" w14:textId="77777777" w:rsidR="00923D7D" w:rsidRPr="009C54AE" w:rsidRDefault="002765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73899435" w14:textId="77777777" w:rsidTr="00B819C8">
        <w:tc>
          <w:tcPr>
            <w:tcW w:w="2694" w:type="dxa"/>
            <w:vAlign w:val="center"/>
          </w:tcPr>
          <w:p w14:paraId="317308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20B9EE" w14:textId="77777777" w:rsidR="0085747A" w:rsidRPr="009C54AE" w:rsidRDefault="00AF09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="0085747A" w:rsidRPr="009C54AE" w14:paraId="268CCD9C" w14:textId="77777777" w:rsidTr="00B819C8">
        <w:tc>
          <w:tcPr>
            <w:tcW w:w="2694" w:type="dxa"/>
            <w:vAlign w:val="center"/>
          </w:tcPr>
          <w:p w14:paraId="0007B0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112387" w14:textId="77777777" w:rsidR="0085747A" w:rsidRPr="009C54AE" w:rsidRDefault="00AF09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14:paraId="02B8997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B6643C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D43259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342ACAF" w14:textId="77777777" w:rsidTr="002A3F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6459C" w14:textId="77777777" w:rsidR="00015B8F" w:rsidRDefault="00015B8F" w:rsidP="002A3F6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A94226" w14:textId="77777777" w:rsidR="00015B8F" w:rsidRPr="009C54AE" w:rsidRDefault="002B5EA0" w:rsidP="002A3F6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B626E" w14:textId="77777777" w:rsidR="00015B8F" w:rsidRPr="009C54AE" w:rsidRDefault="00015B8F" w:rsidP="002A3F6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BD966" w14:textId="77777777" w:rsidR="00015B8F" w:rsidRPr="009C54AE" w:rsidRDefault="00015B8F" w:rsidP="002A3F6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FE3CF" w14:textId="77777777" w:rsidR="00015B8F" w:rsidRPr="009C54AE" w:rsidRDefault="00015B8F" w:rsidP="002A3F6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38086" w14:textId="77777777" w:rsidR="00015B8F" w:rsidRPr="009C54AE" w:rsidRDefault="00015B8F" w:rsidP="002A3F6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66621" w14:textId="77777777" w:rsidR="00015B8F" w:rsidRPr="009C54AE" w:rsidRDefault="00015B8F" w:rsidP="002A3F6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8C479" w14:textId="77777777" w:rsidR="00015B8F" w:rsidRPr="009C54AE" w:rsidRDefault="00015B8F" w:rsidP="002A3F6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6308C" w14:textId="77777777" w:rsidR="00015B8F" w:rsidRPr="009C54AE" w:rsidRDefault="00015B8F" w:rsidP="002A3F6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1357C" w14:textId="77777777" w:rsidR="00015B8F" w:rsidRPr="009C54AE" w:rsidRDefault="00015B8F" w:rsidP="002A3F6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DD2F4" w14:textId="77777777" w:rsidR="00015B8F" w:rsidRPr="009C54AE" w:rsidRDefault="00015B8F" w:rsidP="002A3F6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40F8A7E" w14:textId="77777777" w:rsidTr="002A3F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7B1CE" w14:textId="77777777" w:rsidR="00015B8F" w:rsidRPr="009C54AE" w:rsidRDefault="00276524" w:rsidP="002A3F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D0BF8" w14:textId="534C77F9" w:rsidR="00015B8F" w:rsidRPr="009C54AE" w:rsidRDefault="006D4CFE" w:rsidP="002A3F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04A8" w14:textId="37A36DD7" w:rsidR="00015B8F" w:rsidRPr="009C54AE" w:rsidRDefault="006D4CFE" w:rsidP="002A3F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C7986" w14:textId="77777777" w:rsidR="00015B8F" w:rsidRPr="009C54AE" w:rsidRDefault="000C108B" w:rsidP="002A3F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ED104" w14:textId="13B9978B" w:rsidR="00015B8F" w:rsidRPr="009C54AE" w:rsidRDefault="006D4CFE" w:rsidP="002A3F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536EE" w14:textId="51F75915" w:rsidR="00015B8F" w:rsidRPr="009C54AE" w:rsidRDefault="006D4CFE" w:rsidP="002A3F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364E" w14:textId="19214D34" w:rsidR="00015B8F" w:rsidRPr="009C54AE" w:rsidRDefault="006D4CFE" w:rsidP="002A3F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3343" w14:textId="2D9B7DD0" w:rsidR="00015B8F" w:rsidRPr="009C54AE" w:rsidRDefault="006D4CFE" w:rsidP="002A3F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C84E2" w14:textId="413657B3" w:rsidR="00015B8F" w:rsidRPr="009C54AE" w:rsidRDefault="006D4CFE" w:rsidP="002A3F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28907" w14:textId="77777777" w:rsidR="00015B8F" w:rsidRPr="009C54AE" w:rsidRDefault="000C108B" w:rsidP="002A3F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E8D117E" w14:textId="77777777" w:rsidR="002A3F6A" w:rsidRPr="009C54AE" w:rsidRDefault="002A3F6A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E9F13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EA1C1C" w14:textId="77777777" w:rsidR="002A3F6A" w:rsidRDefault="002A3F6A" w:rsidP="00F83B28">
      <w:pPr>
        <w:pStyle w:val="Punktygwne"/>
        <w:spacing w:before="0" w:after="0"/>
        <w:ind w:left="709"/>
        <w:rPr>
          <w:rFonts w:ascii="Corbel" w:eastAsia="MS Gothic" w:hAnsi="Corbel" w:cs="MS Gothic"/>
          <w:szCs w:val="24"/>
        </w:rPr>
      </w:pPr>
    </w:p>
    <w:p w14:paraId="74D6EA06" w14:textId="43452833" w:rsidR="0085747A" w:rsidRPr="009C54AE" w:rsidRDefault="002A3F6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4CFE">
        <w:rPr>
          <w:rFonts w:ascii="Corbel" w:eastAsia="MS Gothic" w:hAnsi="Corbel" w:cs="MS Gothic"/>
          <w:b w:val="0"/>
          <w:bCs/>
          <w:szCs w:val="24"/>
        </w:rPr>
        <w:t xml:space="preserve"> </w:t>
      </w:r>
      <w:r w:rsidR="00276524" w:rsidRPr="006D4CFE">
        <w:rPr>
          <w:rFonts w:ascii="Corbel" w:eastAsia="MS Gothic" w:hAnsi="Corbel" w:cs="MS Gothic"/>
          <w:b w:val="0"/>
          <w:bCs/>
          <w:szCs w:val="24"/>
        </w:rPr>
        <w:t>X</w:t>
      </w:r>
      <w:r w:rsidR="00276524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3DCCBD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8849A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2F834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276524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36BB774D" w14:textId="77777777" w:rsidR="002A3F6A" w:rsidRDefault="002A3F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CCABFD" w14:textId="4F24180D" w:rsidR="009C54AE" w:rsidRDefault="0027652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DEED74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C5E535" w14:textId="50DC90E0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8AEBB4A" w14:textId="77777777" w:rsidR="002A3F6A" w:rsidRPr="009C54AE" w:rsidRDefault="002A3F6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75F5FD" w14:textId="77777777" w:rsidTr="00745302">
        <w:tc>
          <w:tcPr>
            <w:tcW w:w="9670" w:type="dxa"/>
          </w:tcPr>
          <w:p w14:paraId="78A1BA53" w14:textId="0F1C0D77" w:rsidR="0085747A" w:rsidRPr="009C54AE" w:rsidRDefault="006D4CF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ma podstawową wiedzę z przedmiotu „</w:t>
            </w:r>
            <w:r w:rsidR="00276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 oraz „Wstęp do socjologii”.</w:t>
            </w:r>
          </w:p>
        </w:tc>
      </w:tr>
    </w:tbl>
    <w:p w14:paraId="1B6AE43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C2152D" w14:textId="423D3737" w:rsidR="0085747A" w:rsidRPr="006D4CFE" w:rsidRDefault="002A3F6A" w:rsidP="006D4CFE">
      <w:pPr>
        <w:spacing w:after="0" w:line="240" w:lineRule="auto"/>
        <w:rPr>
          <w:rFonts w:ascii="Corbel" w:hAnsi="Corbel"/>
          <w:b/>
          <w:bCs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  <w:r w:rsidR="0071620A" w:rsidRPr="006D4CFE">
        <w:rPr>
          <w:rFonts w:ascii="Corbel" w:hAnsi="Corbel"/>
          <w:b/>
          <w:bCs/>
          <w:sz w:val="24"/>
          <w:szCs w:val="24"/>
        </w:rPr>
        <w:lastRenderedPageBreak/>
        <w:t>3.</w:t>
      </w:r>
      <w:r w:rsidR="0085747A" w:rsidRPr="006D4CFE">
        <w:rPr>
          <w:rFonts w:ascii="Corbel" w:hAnsi="Corbel"/>
          <w:b/>
          <w:bCs/>
          <w:sz w:val="24"/>
          <w:szCs w:val="24"/>
        </w:rPr>
        <w:t xml:space="preserve"> </w:t>
      </w:r>
      <w:r w:rsidR="00A84C85" w:rsidRPr="006D4CFE">
        <w:rPr>
          <w:rFonts w:ascii="Corbel" w:hAnsi="Corbel"/>
          <w:b/>
          <w:bCs/>
          <w:smallCaps/>
          <w:sz w:val="24"/>
          <w:szCs w:val="24"/>
        </w:rPr>
        <w:t>cele, efekty uczenia się</w:t>
      </w:r>
      <w:r w:rsidR="0085747A" w:rsidRPr="006D4CFE">
        <w:rPr>
          <w:rFonts w:ascii="Corbel" w:hAnsi="Corbel"/>
          <w:b/>
          <w:bCs/>
          <w:smallCaps/>
          <w:sz w:val="24"/>
          <w:szCs w:val="24"/>
        </w:rPr>
        <w:t xml:space="preserve"> , treści Programowe i stosowane metody Dydaktyczne</w:t>
      </w:r>
    </w:p>
    <w:p w14:paraId="26B3619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B3128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2DB965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6101D" w:rsidRPr="009C54AE" w14:paraId="397494A2" w14:textId="77777777" w:rsidTr="0016101D">
        <w:tc>
          <w:tcPr>
            <w:tcW w:w="851" w:type="dxa"/>
            <w:vAlign w:val="center"/>
          </w:tcPr>
          <w:p w14:paraId="48FE0E5C" w14:textId="77777777" w:rsidR="0016101D" w:rsidRPr="009C54AE" w:rsidRDefault="0016101D" w:rsidP="00FE19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579B729" w14:textId="77777777" w:rsidR="0016101D" w:rsidRPr="001A37F7" w:rsidRDefault="0016101D" w:rsidP="00FE19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37F7">
              <w:rPr>
                <w:rFonts w:ascii="Corbel" w:hAnsi="Corbel"/>
                <w:b w:val="0"/>
                <w:sz w:val="24"/>
                <w:szCs w:val="24"/>
              </w:rPr>
              <w:t>Zapoznanie audytorium z problematyką socjologii młodzieży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6101D" w:rsidRPr="009C54AE" w14:paraId="3A86F511" w14:textId="77777777" w:rsidTr="0016101D">
        <w:tc>
          <w:tcPr>
            <w:tcW w:w="851" w:type="dxa"/>
            <w:vAlign w:val="center"/>
          </w:tcPr>
          <w:p w14:paraId="4876E48A" w14:textId="77777777" w:rsidR="0016101D" w:rsidRPr="009C54AE" w:rsidRDefault="0016101D" w:rsidP="00FE19E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2A6C3C" w14:textId="77777777" w:rsidR="0016101D" w:rsidRPr="001A37F7" w:rsidRDefault="0016101D" w:rsidP="00FE19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37F7">
              <w:rPr>
                <w:rFonts w:ascii="Corbel" w:hAnsi="Corbel"/>
                <w:b w:val="0"/>
                <w:sz w:val="24"/>
                <w:szCs w:val="24"/>
              </w:rPr>
              <w:t xml:space="preserve">Wskazanie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studentom </w:t>
            </w:r>
            <w:r w:rsidRPr="001A37F7">
              <w:rPr>
                <w:rFonts w:ascii="Corbel" w:hAnsi="Corbel"/>
                <w:b w:val="0"/>
                <w:sz w:val="24"/>
                <w:szCs w:val="24"/>
              </w:rPr>
              <w:t>szans i zagrożeń, jakie stoją przed współczesną młodzieżą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8D05E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D53E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BD7F10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8B85726" w14:textId="77777777" w:rsidTr="002A3F6A">
        <w:tc>
          <w:tcPr>
            <w:tcW w:w="1681" w:type="dxa"/>
            <w:vAlign w:val="center"/>
          </w:tcPr>
          <w:p w14:paraId="064590B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5CDEF7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8693F9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211C6" w:rsidRPr="009C54AE" w14:paraId="2B81B16A" w14:textId="77777777" w:rsidTr="002A3F6A">
        <w:tc>
          <w:tcPr>
            <w:tcW w:w="1681" w:type="dxa"/>
          </w:tcPr>
          <w:p w14:paraId="12F40C7F" w14:textId="53280FBF" w:rsidR="00A211C6" w:rsidRPr="009C54AE" w:rsidRDefault="00A211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02B5996" w14:textId="35E20A9D" w:rsidR="00A211C6" w:rsidRPr="009C54AE" w:rsidRDefault="00A211C6" w:rsidP="006D4C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mechanizmy funkcjonowania </w:t>
            </w:r>
            <w:r w:rsidR="006D4CFE">
              <w:rPr>
                <w:rFonts w:ascii="Corbel" w:hAnsi="Corbel"/>
                <w:b w:val="0"/>
                <w:smallCaps w:val="0"/>
                <w:szCs w:val="24"/>
              </w:rPr>
              <w:t>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strukturach społecznych i instytucjach życia społecznego</w:t>
            </w:r>
            <w:r w:rsidR="00A160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B0EA2A0" w14:textId="77777777" w:rsidR="00FB6251" w:rsidRPr="009C54AE" w:rsidRDefault="00FB6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A211C6" w:rsidRPr="009C54AE" w14:paraId="644F3F1E" w14:textId="77777777" w:rsidTr="002A3F6A">
        <w:tc>
          <w:tcPr>
            <w:tcW w:w="1681" w:type="dxa"/>
          </w:tcPr>
          <w:p w14:paraId="297FE888" w14:textId="77777777" w:rsidR="00A211C6" w:rsidRPr="009C54AE" w:rsidRDefault="00A211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C306CA4" w14:textId="17EA2D2D" w:rsidR="00A211C6" w:rsidRPr="009C54AE" w:rsidRDefault="00A211C6" w:rsidP="006D4C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samodzielnie analizować kulturowy dorobek człowieka</w:t>
            </w:r>
            <w:r w:rsidR="006D4CFE">
              <w:rPr>
                <w:rFonts w:ascii="Corbel" w:hAnsi="Corbel"/>
                <w:b w:val="0"/>
                <w:smallCaps w:val="0"/>
                <w:szCs w:val="24"/>
              </w:rPr>
              <w:t>, ze szczególnym uwzględnieniem osiągnieć subkultur młodzieżowych</w:t>
            </w:r>
            <w:r w:rsidR="00A160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E0E43E3" w14:textId="77777777" w:rsidR="00FB6251" w:rsidRPr="009C54AE" w:rsidRDefault="00FB6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KU_07</w:t>
            </w:r>
          </w:p>
        </w:tc>
      </w:tr>
    </w:tbl>
    <w:p w14:paraId="4F3552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9A2CC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4B540A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87F6AB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08B0D7" w14:textId="77777777" w:rsidTr="002A3F6A">
        <w:tc>
          <w:tcPr>
            <w:tcW w:w="9520" w:type="dxa"/>
          </w:tcPr>
          <w:p w14:paraId="7B2DD31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11B1224" w14:textId="77777777" w:rsidTr="002A3F6A">
        <w:tc>
          <w:tcPr>
            <w:tcW w:w="9520" w:type="dxa"/>
          </w:tcPr>
          <w:p w14:paraId="7074EFA9" w14:textId="06C7D54D" w:rsidR="0085747A" w:rsidRPr="002A3F6A" w:rsidRDefault="006D4CFE" w:rsidP="002A3F6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510961E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FEB8D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A05A74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F5A311" w14:textId="77777777" w:rsidTr="00923D7D">
        <w:tc>
          <w:tcPr>
            <w:tcW w:w="9639" w:type="dxa"/>
          </w:tcPr>
          <w:p w14:paraId="65EE6DC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211C6" w:rsidRPr="009C54AE" w14:paraId="1FA83D11" w14:textId="77777777" w:rsidTr="00923D7D">
        <w:tc>
          <w:tcPr>
            <w:tcW w:w="9639" w:type="dxa"/>
          </w:tcPr>
          <w:p w14:paraId="187D72C2" w14:textId="4AD40DD9" w:rsidR="00A211C6" w:rsidRPr="006D4CFE" w:rsidRDefault="004B3FAB" w:rsidP="00725C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4CFE">
              <w:rPr>
                <w:rFonts w:ascii="Corbel" w:hAnsi="Corbel"/>
                <w:sz w:val="24"/>
                <w:szCs w:val="24"/>
              </w:rPr>
              <w:t>Pojęcie</w:t>
            </w:r>
            <w:r w:rsidR="00A211C6" w:rsidRPr="006D4CFE">
              <w:rPr>
                <w:rFonts w:ascii="Corbel" w:hAnsi="Corbel"/>
                <w:sz w:val="24"/>
                <w:szCs w:val="24"/>
              </w:rPr>
              <w:t xml:space="preserve"> młodzieży.</w:t>
            </w:r>
          </w:p>
        </w:tc>
      </w:tr>
      <w:tr w:rsidR="00A211C6" w:rsidRPr="009C54AE" w14:paraId="4977BA51" w14:textId="77777777" w:rsidTr="00923D7D">
        <w:tc>
          <w:tcPr>
            <w:tcW w:w="9639" w:type="dxa"/>
          </w:tcPr>
          <w:p w14:paraId="143B7EAF" w14:textId="1DC5DA49" w:rsidR="00A211C6" w:rsidRPr="006D4CFE" w:rsidRDefault="00A211C6" w:rsidP="00725C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4CFE">
              <w:rPr>
                <w:rFonts w:ascii="Corbel" w:hAnsi="Corbel"/>
                <w:sz w:val="24"/>
                <w:szCs w:val="24"/>
              </w:rPr>
              <w:t>Rola młodzieży w społeczeństwie</w:t>
            </w:r>
          </w:p>
        </w:tc>
      </w:tr>
      <w:tr w:rsidR="00A211C6" w:rsidRPr="009C54AE" w14:paraId="0461DA7B" w14:textId="77777777" w:rsidTr="00923D7D">
        <w:tc>
          <w:tcPr>
            <w:tcW w:w="9639" w:type="dxa"/>
          </w:tcPr>
          <w:p w14:paraId="11339EDA" w14:textId="5E12706D" w:rsidR="00A211C6" w:rsidRPr="006D4CFE" w:rsidRDefault="00A211C6" w:rsidP="00725C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4CFE">
              <w:rPr>
                <w:rFonts w:ascii="Corbel" w:hAnsi="Corbel"/>
                <w:sz w:val="24"/>
                <w:szCs w:val="24"/>
              </w:rPr>
              <w:t>Istota i znaczenie subkultury młodzieżowej</w:t>
            </w:r>
          </w:p>
        </w:tc>
      </w:tr>
      <w:tr w:rsidR="00A211C6" w:rsidRPr="009C54AE" w14:paraId="6729521A" w14:textId="77777777" w:rsidTr="00923D7D">
        <w:tc>
          <w:tcPr>
            <w:tcW w:w="9639" w:type="dxa"/>
          </w:tcPr>
          <w:p w14:paraId="39074686" w14:textId="772E910C" w:rsidR="00A211C6" w:rsidRPr="006D4CFE" w:rsidRDefault="00A211C6" w:rsidP="00725C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4CFE">
              <w:rPr>
                <w:rFonts w:ascii="Corbel" w:hAnsi="Corbel"/>
                <w:sz w:val="24"/>
                <w:szCs w:val="24"/>
              </w:rPr>
              <w:t>Rodzaje subkultur młodzieżowych</w:t>
            </w:r>
          </w:p>
        </w:tc>
      </w:tr>
      <w:tr w:rsidR="00A211C6" w:rsidRPr="009C54AE" w14:paraId="1E9BE380" w14:textId="77777777" w:rsidTr="00923D7D">
        <w:tc>
          <w:tcPr>
            <w:tcW w:w="9639" w:type="dxa"/>
          </w:tcPr>
          <w:p w14:paraId="373F9DF7" w14:textId="7F241D7D" w:rsidR="00A211C6" w:rsidRPr="006D4CFE" w:rsidRDefault="00A211C6" w:rsidP="00725C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4CFE">
              <w:rPr>
                <w:rFonts w:ascii="Corbel" w:hAnsi="Corbel"/>
                <w:sz w:val="24"/>
                <w:szCs w:val="24"/>
              </w:rPr>
              <w:t>Rola buntu u młodzieży</w:t>
            </w:r>
          </w:p>
        </w:tc>
      </w:tr>
      <w:tr w:rsidR="00A211C6" w:rsidRPr="009C54AE" w14:paraId="2F1D69FE" w14:textId="77777777" w:rsidTr="00923D7D">
        <w:tc>
          <w:tcPr>
            <w:tcW w:w="9639" w:type="dxa"/>
          </w:tcPr>
          <w:p w14:paraId="5D736603" w14:textId="2B82E720" w:rsidR="00A211C6" w:rsidRPr="006D4CFE" w:rsidRDefault="00A211C6" w:rsidP="00725C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4CFE">
              <w:rPr>
                <w:rFonts w:ascii="Corbel" w:hAnsi="Corbel"/>
                <w:sz w:val="24"/>
                <w:szCs w:val="24"/>
              </w:rPr>
              <w:t>Młodzież jako kategoria zagrożona wykluczeniem</w:t>
            </w:r>
          </w:p>
        </w:tc>
      </w:tr>
      <w:tr w:rsidR="00A211C6" w:rsidRPr="009C54AE" w14:paraId="12DDCBC4" w14:textId="77777777" w:rsidTr="00923D7D">
        <w:tc>
          <w:tcPr>
            <w:tcW w:w="9639" w:type="dxa"/>
          </w:tcPr>
          <w:p w14:paraId="1677F424" w14:textId="04DC837A" w:rsidR="00A211C6" w:rsidRPr="006D4CFE" w:rsidRDefault="00A211C6" w:rsidP="00725C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4CFE">
              <w:rPr>
                <w:rFonts w:ascii="Corbel" w:hAnsi="Corbel"/>
                <w:sz w:val="24"/>
                <w:szCs w:val="24"/>
              </w:rPr>
              <w:t>Przynależność i poczucie przynależności u młodzieży</w:t>
            </w:r>
          </w:p>
        </w:tc>
      </w:tr>
      <w:tr w:rsidR="00A211C6" w:rsidRPr="009C54AE" w14:paraId="3FEA662C" w14:textId="77777777" w:rsidTr="00923D7D">
        <w:tc>
          <w:tcPr>
            <w:tcW w:w="9639" w:type="dxa"/>
          </w:tcPr>
          <w:p w14:paraId="61DEEB01" w14:textId="12819C47" w:rsidR="00A211C6" w:rsidRPr="006D4CFE" w:rsidRDefault="00A211C6" w:rsidP="00725C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4CFE">
              <w:rPr>
                <w:rFonts w:ascii="Corbel" w:hAnsi="Corbel"/>
                <w:sz w:val="24"/>
                <w:szCs w:val="24"/>
              </w:rPr>
              <w:t>Sytuacja ludzi młodych na rynku pracy</w:t>
            </w:r>
          </w:p>
        </w:tc>
      </w:tr>
      <w:tr w:rsidR="00A211C6" w:rsidRPr="009C54AE" w14:paraId="28832889" w14:textId="77777777" w:rsidTr="00923D7D">
        <w:tc>
          <w:tcPr>
            <w:tcW w:w="9639" w:type="dxa"/>
          </w:tcPr>
          <w:p w14:paraId="1E5E738A" w14:textId="5943DCD7" w:rsidR="00A211C6" w:rsidRPr="006D4CFE" w:rsidRDefault="00A211C6" w:rsidP="00725C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4CFE">
              <w:rPr>
                <w:rFonts w:ascii="Corbel" w:hAnsi="Corbel"/>
                <w:sz w:val="24"/>
                <w:szCs w:val="24"/>
              </w:rPr>
              <w:t>Rola mediów w życiu młodzieży</w:t>
            </w:r>
          </w:p>
        </w:tc>
      </w:tr>
    </w:tbl>
    <w:p w14:paraId="4AB6DA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E8317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DBE96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2DD927" w14:textId="30473C9C" w:rsidR="0085747A" w:rsidRPr="00153C41" w:rsidRDefault="00153C41" w:rsidP="001610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56A4C94" w14:textId="49589596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6F83A4" w14:textId="5F1A16D9" w:rsidR="006D4CFE" w:rsidRDefault="006D4CF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EB6EBC" w14:textId="77777777" w:rsidR="006D4CFE" w:rsidRDefault="006D4CF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08855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3EFF73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EC54E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081B37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719414F" w14:textId="77777777" w:rsidTr="00C05F44">
        <w:tc>
          <w:tcPr>
            <w:tcW w:w="1985" w:type="dxa"/>
            <w:vAlign w:val="center"/>
          </w:tcPr>
          <w:p w14:paraId="6ACE2FF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31249B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FA262B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3B20F0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0F661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B57C3" w:rsidRPr="009C54AE" w14:paraId="56E0C4AB" w14:textId="77777777" w:rsidTr="00C05F44">
        <w:tc>
          <w:tcPr>
            <w:tcW w:w="1985" w:type="dxa"/>
          </w:tcPr>
          <w:p w14:paraId="0EEB41DA" w14:textId="77777777" w:rsidR="00DB57C3" w:rsidRPr="009C54AE" w:rsidRDefault="00DB57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DE0C949" w14:textId="4C782095" w:rsidR="00DB57C3" w:rsidRPr="00C472DD" w:rsidRDefault="00806930" w:rsidP="00725C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Merge w:val="restart"/>
          </w:tcPr>
          <w:p w14:paraId="5396AFBD" w14:textId="7A2FC25D" w:rsidR="00DB57C3" w:rsidRPr="009C54AE" w:rsidRDefault="00DB57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</w:t>
            </w:r>
            <w:r w:rsidR="00806930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B57C3" w:rsidRPr="009C54AE" w14:paraId="743732A8" w14:textId="77777777" w:rsidTr="00C05F44">
        <w:tc>
          <w:tcPr>
            <w:tcW w:w="1985" w:type="dxa"/>
          </w:tcPr>
          <w:p w14:paraId="07E5BA41" w14:textId="77777777" w:rsidR="00DB57C3" w:rsidRPr="009C54AE" w:rsidRDefault="00DB57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326F2D5" w14:textId="0960053D" w:rsidR="00DB57C3" w:rsidRPr="00806930" w:rsidRDefault="00806930" w:rsidP="00725C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6930">
              <w:rPr>
                <w:rFonts w:ascii="Corbel" w:hAnsi="Corbel"/>
                <w:b w:val="0"/>
              </w:rPr>
              <w:t>obserwacja w trakcie zajęć</w:t>
            </w:r>
          </w:p>
        </w:tc>
        <w:tc>
          <w:tcPr>
            <w:tcW w:w="2126" w:type="dxa"/>
            <w:vMerge/>
          </w:tcPr>
          <w:p w14:paraId="583E9717" w14:textId="77777777" w:rsidR="00DB57C3" w:rsidRPr="009C54AE" w:rsidRDefault="00DB57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049F47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75867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0B4DE7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318F91" w14:textId="77777777" w:rsidTr="00923D7D">
        <w:tc>
          <w:tcPr>
            <w:tcW w:w="9670" w:type="dxa"/>
          </w:tcPr>
          <w:p w14:paraId="45C78E04" w14:textId="77777777" w:rsidR="00A211C6" w:rsidRPr="00806930" w:rsidRDefault="00A211C6" w:rsidP="008069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06930">
              <w:rPr>
                <w:rFonts w:ascii="Corbel" w:hAnsi="Corbel"/>
                <w:b w:val="0"/>
                <w:szCs w:val="24"/>
              </w:rPr>
              <w:t xml:space="preserve">Zaliczenie: </w:t>
            </w:r>
          </w:p>
          <w:p w14:paraId="13A002ED" w14:textId="77777777" w:rsidR="00A211C6" w:rsidRPr="00806930" w:rsidRDefault="00A211C6" w:rsidP="008069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06930">
              <w:rPr>
                <w:rFonts w:ascii="Corbel" w:hAnsi="Corbel"/>
                <w:b w:val="0"/>
                <w:szCs w:val="24"/>
              </w:rPr>
              <w:t xml:space="preserve">ndst. – Brak znajomości tekstów na zajęciach, </w:t>
            </w:r>
          </w:p>
          <w:p w14:paraId="7C9CFEE8" w14:textId="024AA276" w:rsidR="00A211C6" w:rsidRPr="00806930" w:rsidRDefault="00A211C6" w:rsidP="008069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06930">
              <w:rPr>
                <w:rFonts w:ascii="Corbel" w:hAnsi="Corbel"/>
                <w:b w:val="0"/>
                <w:szCs w:val="24"/>
              </w:rPr>
              <w:t>dst – Minimalny udział w dyskusji Grupowej</w:t>
            </w:r>
            <w:r w:rsidR="00806930">
              <w:rPr>
                <w:rFonts w:ascii="Corbel" w:hAnsi="Corbel"/>
                <w:b w:val="0"/>
                <w:szCs w:val="24"/>
              </w:rPr>
              <w:t>,</w:t>
            </w:r>
            <w:r w:rsidRPr="00806930">
              <w:rPr>
                <w:rFonts w:ascii="Corbel" w:hAnsi="Corbel"/>
                <w:b w:val="0"/>
                <w:szCs w:val="24"/>
              </w:rPr>
              <w:t xml:space="preserve"> wypowiedzi z licznymi błędami (zadanie przynajmniej jednego pytania i udzielenie jednej odpowiedzi na każdych zajęciach), </w:t>
            </w:r>
          </w:p>
          <w:p w14:paraId="2DEC0F0E" w14:textId="77777777" w:rsidR="00A211C6" w:rsidRPr="00806930" w:rsidRDefault="00A211C6" w:rsidP="008069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06930">
              <w:rPr>
                <w:rFonts w:ascii="Corbel" w:hAnsi="Corbel"/>
                <w:b w:val="0"/>
                <w:szCs w:val="24"/>
              </w:rPr>
              <w:t xml:space="preserve">db – zadawalający udział w dyskusji, wypowiedzi z drobnymi błędami (zadawanie kilku pytań i udzielanie kilku odpowiedzi na każdych zajęciach), </w:t>
            </w:r>
          </w:p>
          <w:p w14:paraId="540A60D4" w14:textId="77777777" w:rsidR="0085747A" w:rsidRPr="00806930" w:rsidRDefault="00A211C6" w:rsidP="008069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6930">
              <w:rPr>
                <w:rFonts w:ascii="Corbel" w:hAnsi="Corbel"/>
                <w:b w:val="0"/>
                <w:szCs w:val="24"/>
              </w:rPr>
              <w:t>bdb – wysoka aktywność na zajęciach, liczne wypowiedzi z nielicznymi drobnymi uchybieniami (Prezentowanie podczas dyskusji dodatkowej wiedzy z omawianego tematu).</w:t>
            </w:r>
          </w:p>
        </w:tc>
      </w:tr>
    </w:tbl>
    <w:p w14:paraId="615D6C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14137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53AAB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F94BE13" w14:textId="77777777" w:rsidTr="003E1941">
        <w:tc>
          <w:tcPr>
            <w:tcW w:w="4962" w:type="dxa"/>
            <w:vAlign w:val="center"/>
          </w:tcPr>
          <w:p w14:paraId="06C297C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24581E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9BE4B7F" w14:textId="77777777" w:rsidTr="00923D7D">
        <w:tc>
          <w:tcPr>
            <w:tcW w:w="4962" w:type="dxa"/>
          </w:tcPr>
          <w:p w14:paraId="384CCC3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5438124" w14:textId="77777777" w:rsidR="0085747A" w:rsidRPr="009C54AE" w:rsidRDefault="00A211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4337E59" w14:textId="77777777" w:rsidTr="00923D7D">
        <w:tc>
          <w:tcPr>
            <w:tcW w:w="4962" w:type="dxa"/>
          </w:tcPr>
          <w:p w14:paraId="546326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B85FB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E3C23BB" w14:textId="77777777" w:rsidR="00C61DC5" w:rsidRPr="009C54AE" w:rsidRDefault="00A211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2FDBB5F" w14:textId="77777777" w:rsidTr="00923D7D">
        <w:tc>
          <w:tcPr>
            <w:tcW w:w="4962" w:type="dxa"/>
          </w:tcPr>
          <w:p w14:paraId="3682E5C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211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6B543FA" w14:textId="77777777" w:rsidR="00C61DC5" w:rsidRPr="009C54AE" w:rsidRDefault="00A211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0FCF063C" w14:textId="77777777" w:rsidTr="00923D7D">
        <w:tc>
          <w:tcPr>
            <w:tcW w:w="4962" w:type="dxa"/>
          </w:tcPr>
          <w:p w14:paraId="5B09CE0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32BED0" w14:textId="77777777" w:rsidR="0085747A" w:rsidRPr="009C54AE" w:rsidRDefault="00A211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C744E9F" w14:textId="77777777" w:rsidTr="00923D7D">
        <w:tc>
          <w:tcPr>
            <w:tcW w:w="4962" w:type="dxa"/>
          </w:tcPr>
          <w:p w14:paraId="142EE90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AE014A" w14:textId="77777777" w:rsidR="0085747A" w:rsidRPr="009C54AE" w:rsidRDefault="00A211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F9025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FDB1ED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3A0AA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B74A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5B2D6AA" w14:textId="77777777" w:rsidTr="0071620A">
        <w:trPr>
          <w:trHeight w:val="397"/>
        </w:trPr>
        <w:tc>
          <w:tcPr>
            <w:tcW w:w="3544" w:type="dxa"/>
          </w:tcPr>
          <w:p w14:paraId="6FA4E82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46AF12B" w14:textId="3B58D3DA" w:rsidR="0085747A" w:rsidRPr="00806930" w:rsidRDefault="00806930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</w:t>
            </w:r>
            <w:r w:rsidR="00A211C6" w:rsidRPr="00806930">
              <w:rPr>
                <w:rFonts w:ascii="Corbel" w:hAnsi="Corbel"/>
                <w:b w:val="0"/>
                <w:color w:val="000000"/>
                <w:szCs w:val="24"/>
              </w:rPr>
              <w:t>ie dotyczy</w:t>
            </w:r>
          </w:p>
        </w:tc>
      </w:tr>
      <w:tr w:rsidR="0085747A" w:rsidRPr="009C54AE" w14:paraId="3DE2210A" w14:textId="77777777" w:rsidTr="0071620A">
        <w:trPr>
          <w:trHeight w:val="397"/>
        </w:trPr>
        <w:tc>
          <w:tcPr>
            <w:tcW w:w="3544" w:type="dxa"/>
          </w:tcPr>
          <w:p w14:paraId="28E1FBA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07FB227" w14:textId="54613BDF" w:rsidR="0085747A" w:rsidRPr="00806930" w:rsidRDefault="008069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</w:t>
            </w:r>
            <w:r w:rsidR="00A211C6" w:rsidRPr="00806930">
              <w:rPr>
                <w:rFonts w:ascii="Corbel" w:hAnsi="Corbel"/>
                <w:b w:val="0"/>
                <w:szCs w:val="24"/>
              </w:rPr>
              <w:t>ie dotyczy</w:t>
            </w:r>
          </w:p>
        </w:tc>
      </w:tr>
    </w:tbl>
    <w:p w14:paraId="271A502E" w14:textId="3F9098A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3D23BF" w14:textId="29913180" w:rsidR="00806930" w:rsidRDefault="0080693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24D08B" w14:textId="1961448F" w:rsidR="00806930" w:rsidRDefault="0080693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8FD02E" w14:textId="7F325152" w:rsidR="00806930" w:rsidRDefault="0080693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66A41C" w14:textId="77777777" w:rsidR="00806930" w:rsidRPr="009C54AE" w:rsidRDefault="0080693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82C7F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F3DD44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7ABA4E4" w14:textId="77777777" w:rsidTr="0071620A">
        <w:trPr>
          <w:trHeight w:val="397"/>
        </w:trPr>
        <w:tc>
          <w:tcPr>
            <w:tcW w:w="7513" w:type="dxa"/>
          </w:tcPr>
          <w:p w14:paraId="72056C33" w14:textId="77777777" w:rsidR="0085747A" w:rsidRPr="00806930" w:rsidRDefault="0085747A" w:rsidP="008069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693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14DA82" w14:textId="660DEED7" w:rsidR="00A211C6" w:rsidRPr="00806930" w:rsidRDefault="00A211C6" w:rsidP="008069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6930">
              <w:rPr>
                <w:rFonts w:ascii="Corbel" w:hAnsi="Corbel"/>
                <w:b w:val="0"/>
                <w:smallCaps w:val="0"/>
                <w:szCs w:val="24"/>
              </w:rPr>
              <w:t>Filipiak</w:t>
            </w:r>
            <w:r w:rsidR="00806930">
              <w:rPr>
                <w:rFonts w:ascii="Corbel" w:hAnsi="Corbel"/>
                <w:b w:val="0"/>
                <w:smallCaps w:val="0"/>
                <w:szCs w:val="24"/>
              </w:rPr>
              <w:t xml:space="preserve"> M.(2001).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06930">
              <w:rPr>
                <w:rFonts w:ascii="Corbel" w:hAnsi="Corbel"/>
                <w:b w:val="0"/>
                <w:i/>
                <w:smallCaps w:val="0"/>
                <w:szCs w:val="24"/>
              </w:rPr>
              <w:t>Subkultury młodzieżowe wczoraj i dziś</w:t>
            </w:r>
            <w:r w:rsidR="00806930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Tyczyn</w:t>
            </w:r>
            <w:r w:rsidR="0080693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806930" w:rsidRPr="00806930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="00806930" w:rsidRPr="00806930">
              <w:rPr>
                <w:rFonts w:ascii="Corbel" w:hAnsi="Corbel"/>
                <w:b w:val="0"/>
                <w:smallCaps w:val="0"/>
                <w:szCs w:val="24"/>
              </w:rPr>
              <w:t>Wyższa Szkoła Społeczno-Gospodarcza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C0FA258" w14:textId="194810AE" w:rsidR="00A211C6" w:rsidRPr="00806930" w:rsidRDefault="00A211C6" w:rsidP="008069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6930">
              <w:rPr>
                <w:rFonts w:ascii="Corbel" w:hAnsi="Corbel"/>
                <w:b w:val="0"/>
                <w:smallCaps w:val="0"/>
                <w:szCs w:val="24"/>
              </w:rPr>
              <w:t>Hildebrandt-Wypych</w:t>
            </w:r>
            <w:r w:rsidR="00806930">
              <w:rPr>
                <w:rFonts w:ascii="Corbel" w:hAnsi="Corbel"/>
                <w:b w:val="0"/>
                <w:smallCaps w:val="0"/>
                <w:szCs w:val="24"/>
              </w:rPr>
              <w:t xml:space="preserve"> D.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>, Kabacińska</w:t>
            </w:r>
            <w:r w:rsidR="00806930"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 w:rsidR="00806930">
              <w:rPr>
                <w:rFonts w:ascii="Corbel" w:hAnsi="Corbel"/>
                <w:b w:val="0"/>
                <w:smallCaps w:val="0"/>
                <w:szCs w:val="24"/>
              </w:rPr>
              <w:t>. (2010).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06930">
              <w:rPr>
                <w:rFonts w:ascii="Corbel" w:hAnsi="Corbel"/>
                <w:b w:val="0"/>
                <w:i/>
                <w:smallCaps w:val="0"/>
                <w:szCs w:val="24"/>
              </w:rPr>
              <w:t>Młodzież i sukces życiowy</w:t>
            </w:r>
            <w:r w:rsidR="00806930">
              <w:rPr>
                <w:rFonts w:ascii="Corbel" w:hAnsi="Corbel"/>
                <w:b w:val="0"/>
                <w:i/>
                <w:smallCaps w:val="0"/>
                <w:szCs w:val="24"/>
              </w:rPr>
              <w:t>:</w:t>
            </w:r>
            <w:r w:rsidR="0083568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studium z pedagogiki porównawczej na przykładzie młodzieży polskiej, czeskiej, niemieckiej i holenderskiej.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Kraków</w:t>
            </w:r>
            <w:r w:rsidR="00835681">
              <w:rPr>
                <w:rFonts w:ascii="Corbel" w:hAnsi="Corbel"/>
                <w:b w:val="0"/>
                <w:smallCaps w:val="0"/>
                <w:szCs w:val="24"/>
              </w:rPr>
              <w:t>: Impuls.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ED3B9C6" w14:textId="5C9FE0F6" w:rsidR="00A211C6" w:rsidRPr="00806930" w:rsidRDefault="00A211C6" w:rsidP="008069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6930">
              <w:rPr>
                <w:rFonts w:ascii="Corbel" w:hAnsi="Corbel"/>
                <w:b w:val="0"/>
                <w:smallCaps w:val="0"/>
                <w:szCs w:val="24"/>
              </w:rPr>
              <w:t>Liberska</w:t>
            </w:r>
            <w:r w:rsidR="00835681">
              <w:rPr>
                <w:rFonts w:ascii="Corbel" w:hAnsi="Corbel"/>
                <w:b w:val="0"/>
                <w:smallCaps w:val="0"/>
                <w:szCs w:val="24"/>
              </w:rPr>
              <w:t xml:space="preserve"> H.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>, Malina</w:t>
            </w:r>
            <w:r w:rsidR="00835681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>, Suwalska-Barancewicz</w:t>
            </w:r>
            <w:r w:rsidR="00835681">
              <w:rPr>
                <w:rFonts w:ascii="Corbel" w:hAnsi="Corbel"/>
                <w:b w:val="0"/>
                <w:smallCaps w:val="0"/>
                <w:szCs w:val="24"/>
              </w:rPr>
              <w:t xml:space="preserve"> D. (red.). (2012).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06930">
              <w:rPr>
                <w:rFonts w:ascii="Corbel" w:hAnsi="Corbel"/>
                <w:b w:val="0"/>
                <w:i/>
                <w:smallCaps w:val="0"/>
                <w:szCs w:val="24"/>
              </w:rPr>
              <w:t>Funkcjonowanie współczesnych młodych ludzi w zmieniającym się świecie</w:t>
            </w:r>
            <w:r w:rsidR="00835681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835681">
              <w:rPr>
                <w:rFonts w:ascii="Corbel" w:hAnsi="Corbel"/>
                <w:b w:val="0"/>
                <w:smallCaps w:val="0"/>
                <w:szCs w:val="24"/>
              </w:rPr>
              <w:t>: Difin.</w:t>
            </w:r>
          </w:p>
          <w:p w14:paraId="3B8AB66C" w14:textId="5E5AF153" w:rsidR="00A211C6" w:rsidRPr="00806930" w:rsidRDefault="00A211C6" w:rsidP="008069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6930">
              <w:rPr>
                <w:rFonts w:ascii="Corbel" w:hAnsi="Corbel"/>
                <w:b w:val="0"/>
                <w:smallCaps w:val="0"/>
                <w:szCs w:val="24"/>
              </w:rPr>
              <w:t>Oleszkowicz</w:t>
            </w:r>
            <w:r w:rsidR="005E3E04">
              <w:rPr>
                <w:rFonts w:ascii="Corbel" w:hAnsi="Corbel"/>
                <w:b w:val="0"/>
                <w:smallCaps w:val="0"/>
                <w:szCs w:val="24"/>
              </w:rPr>
              <w:t xml:space="preserve"> A. (2006).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06930">
              <w:rPr>
                <w:rFonts w:ascii="Corbel" w:hAnsi="Corbel"/>
                <w:b w:val="0"/>
                <w:i/>
                <w:smallCaps w:val="0"/>
                <w:szCs w:val="24"/>
              </w:rPr>
              <w:t>Bunt młodzieńczy. Uwarunkowania, formy, skutki</w:t>
            </w:r>
            <w:r w:rsidR="005E3E04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5E3E04">
              <w:rPr>
                <w:rFonts w:ascii="Corbel" w:hAnsi="Corbel"/>
                <w:b w:val="0"/>
                <w:smallCaps w:val="0"/>
                <w:szCs w:val="24"/>
              </w:rPr>
              <w:t>: Scholar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38530BD" w14:textId="3E1F0DD7" w:rsidR="00A211C6" w:rsidRPr="00806930" w:rsidRDefault="00A211C6" w:rsidP="008069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6930">
              <w:rPr>
                <w:rFonts w:ascii="Corbel" w:hAnsi="Corbel"/>
                <w:b w:val="0"/>
                <w:smallCaps w:val="0"/>
                <w:szCs w:val="24"/>
              </w:rPr>
              <w:t>Wilczyńska</w:t>
            </w:r>
            <w:r w:rsidR="005E3E04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 w:rsidR="005E3E04">
              <w:rPr>
                <w:rFonts w:ascii="Corbel" w:hAnsi="Corbel"/>
                <w:b w:val="0"/>
                <w:smallCaps w:val="0"/>
                <w:szCs w:val="24"/>
              </w:rPr>
              <w:t xml:space="preserve"> (2014).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06930">
              <w:rPr>
                <w:rFonts w:ascii="Corbel" w:hAnsi="Corbel"/>
                <w:b w:val="0"/>
                <w:i/>
                <w:smallCaps w:val="0"/>
                <w:szCs w:val="24"/>
              </w:rPr>
              <w:t>Młodzież na biegunach życia społecznego</w:t>
            </w:r>
            <w:r w:rsidR="005E3E04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5E3E04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5E3E04" w:rsidRPr="005E3E04">
              <w:rPr>
                <w:rFonts w:ascii="Corbel" w:hAnsi="Corbel"/>
                <w:b w:val="0"/>
                <w:smallCaps w:val="0"/>
                <w:szCs w:val="24"/>
              </w:rPr>
              <w:t>Wydawnictwo Naukowe PWN</w:t>
            </w:r>
            <w:r w:rsidR="005E3E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325441EB" w14:textId="77777777" w:rsidTr="0071620A">
        <w:trPr>
          <w:trHeight w:val="397"/>
        </w:trPr>
        <w:tc>
          <w:tcPr>
            <w:tcW w:w="7513" w:type="dxa"/>
          </w:tcPr>
          <w:p w14:paraId="4EE19DB0" w14:textId="77777777" w:rsidR="0085747A" w:rsidRPr="00806930" w:rsidRDefault="0085747A" w:rsidP="008069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06B4121" w14:textId="66AEBD2B" w:rsidR="00A211C6" w:rsidRPr="00806930" w:rsidRDefault="005E3E04" w:rsidP="008069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211C6" w:rsidRPr="00806930">
              <w:rPr>
                <w:rFonts w:ascii="Corbel" w:hAnsi="Corbel"/>
                <w:b w:val="0"/>
                <w:smallCaps w:val="0"/>
                <w:szCs w:val="24"/>
              </w:rPr>
              <w:t>ozak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S. (2014).</w:t>
            </w:r>
            <w:r w:rsidR="00A211C6"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211C6" w:rsidRPr="00806930">
              <w:rPr>
                <w:rFonts w:ascii="Corbel" w:hAnsi="Corbel"/>
                <w:b w:val="0"/>
                <w:i/>
                <w:smallCaps w:val="0"/>
                <w:szCs w:val="24"/>
              </w:rPr>
              <w:t>Patologia cyfrowego dzieciństwa i młodości: przyczyny, skutki, zapobieganie w rodzinach i szkołach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="00A211C6"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Difin</w:t>
            </w:r>
            <w:r w:rsidR="00A211C6" w:rsidRPr="008069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DAE60CF" w14:textId="1252AA6A" w:rsidR="00A211C6" w:rsidRPr="00806930" w:rsidRDefault="00A211C6" w:rsidP="008069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6930">
              <w:rPr>
                <w:rFonts w:ascii="Corbel" w:hAnsi="Corbel"/>
                <w:b w:val="0"/>
                <w:smallCaps w:val="0"/>
                <w:szCs w:val="24"/>
              </w:rPr>
              <w:t>Pyżalski</w:t>
            </w:r>
            <w:r w:rsidR="005E3E04">
              <w:rPr>
                <w:rFonts w:ascii="Corbel" w:hAnsi="Corbel"/>
                <w:b w:val="0"/>
                <w:smallCaps w:val="0"/>
                <w:szCs w:val="24"/>
              </w:rPr>
              <w:t xml:space="preserve"> J. (2012).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06930">
              <w:rPr>
                <w:rFonts w:ascii="Corbel" w:hAnsi="Corbel"/>
                <w:b w:val="0"/>
                <w:i/>
                <w:smallCaps w:val="0"/>
                <w:szCs w:val="24"/>
              </w:rPr>
              <w:t>Agresja elektroniczna i cyberbullying jako nowe ryzykowane zachowania młodzieży</w:t>
            </w:r>
            <w:r w:rsidR="005E3E04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Kraków</w:t>
            </w:r>
            <w:r w:rsidR="005E3E04">
              <w:rPr>
                <w:rFonts w:ascii="Corbel" w:hAnsi="Corbel"/>
                <w:b w:val="0"/>
                <w:smallCaps w:val="0"/>
                <w:szCs w:val="24"/>
              </w:rPr>
              <w:t>: Impuls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5C4CC86" w14:textId="6FE6367E" w:rsidR="00A211C6" w:rsidRPr="00806930" w:rsidRDefault="00A211C6" w:rsidP="008069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6930">
              <w:rPr>
                <w:rFonts w:ascii="Corbel" w:hAnsi="Corbel"/>
                <w:b w:val="0"/>
                <w:smallCaps w:val="0"/>
                <w:szCs w:val="24"/>
              </w:rPr>
              <w:t>Szymański</w:t>
            </w:r>
            <w:r w:rsidR="005E3E04">
              <w:rPr>
                <w:rFonts w:ascii="Corbel" w:hAnsi="Corbel"/>
                <w:b w:val="0"/>
                <w:smallCaps w:val="0"/>
                <w:szCs w:val="24"/>
              </w:rPr>
              <w:t xml:space="preserve"> A. (2010).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06930">
              <w:rPr>
                <w:rFonts w:ascii="Corbel" w:hAnsi="Corbel"/>
                <w:b w:val="0"/>
                <w:i/>
                <w:smallCaps w:val="0"/>
                <w:szCs w:val="24"/>
              </w:rPr>
              <w:t>Niedostosowanie społeczne dzieci i młodzieży: wybrane problemy</w:t>
            </w:r>
            <w:r w:rsidR="005E3E04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5E3E04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5E3E04" w:rsidRPr="005E3E04">
              <w:rPr>
                <w:rFonts w:ascii="Corbel" w:hAnsi="Corbel"/>
                <w:b w:val="0"/>
                <w:smallCaps w:val="0"/>
                <w:szCs w:val="24"/>
              </w:rPr>
              <w:t>Wydawnictwo Wyższej Szkoły Pedagogicznej TWP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79E71D19" w14:textId="7B737DDE" w:rsidR="00A211C6" w:rsidRPr="00806930" w:rsidRDefault="00A211C6" w:rsidP="008069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6930">
              <w:rPr>
                <w:rFonts w:ascii="Corbel" w:hAnsi="Corbel"/>
                <w:b w:val="0"/>
                <w:smallCaps w:val="0"/>
                <w:szCs w:val="24"/>
              </w:rPr>
              <w:t>Wysocka</w:t>
            </w:r>
            <w:r w:rsidR="005E3E04">
              <w:rPr>
                <w:rFonts w:ascii="Corbel" w:hAnsi="Corbel"/>
                <w:b w:val="0"/>
                <w:smallCaps w:val="0"/>
                <w:szCs w:val="24"/>
              </w:rPr>
              <w:t xml:space="preserve"> E. (2009).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06930">
              <w:rPr>
                <w:rFonts w:ascii="Corbel" w:hAnsi="Corbel"/>
                <w:b w:val="0"/>
                <w:i/>
                <w:smallCaps w:val="0"/>
                <w:szCs w:val="24"/>
              </w:rPr>
              <w:t>Doświadczanie życia w młodości – problemy, kryzysy i strategie ich rozwiązywania</w:t>
            </w:r>
            <w:r w:rsidR="005E3E0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>Katowice</w:t>
            </w:r>
            <w:r w:rsidR="005E3E04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FF12B6" w:rsidRPr="00FF12B6">
              <w:rPr>
                <w:rFonts w:ascii="Corbel" w:hAnsi="Corbel"/>
                <w:b w:val="0"/>
                <w:smallCaps w:val="0"/>
                <w:szCs w:val="24"/>
              </w:rPr>
              <w:t>Wydawnictwo Uniwersytetu Śląskiego</w:t>
            </w:r>
            <w:r w:rsidR="00FF12B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571955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7ACA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ACDF9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A211C6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598FE" w14:textId="77777777" w:rsidR="00CA351A" w:rsidRDefault="00CA351A" w:rsidP="00C16ABF">
      <w:pPr>
        <w:spacing w:after="0" w:line="240" w:lineRule="auto"/>
      </w:pPr>
      <w:r>
        <w:separator/>
      </w:r>
    </w:p>
  </w:endnote>
  <w:endnote w:type="continuationSeparator" w:id="0">
    <w:p w14:paraId="5682E9D3" w14:textId="77777777" w:rsidR="00CA351A" w:rsidRDefault="00CA35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4239501"/>
      <w:docPartObj>
        <w:docPartGallery w:val="Page Numbers (Bottom of Page)"/>
        <w:docPartUnique/>
      </w:docPartObj>
    </w:sdtPr>
    <w:sdtEndPr/>
    <w:sdtContent>
      <w:p w14:paraId="3C7D9CB7" w14:textId="77777777" w:rsidR="00A211C6" w:rsidRDefault="0054345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286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9F1F10C" w14:textId="77777777" w:rsidR="00A211C6" w:rsidRDefault="00A211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5F539" w14:textId="77777777" w:rsidR="00CA351A" w:rsidRDefault="00CA351A" w:rsidP="00C16ABF">
      <w:pPr>
        <w:spacing w:after="0" w:line="240" w:lineRule="auto"/>
      </w:pPr>
      <w:r>
        <w:separator/>
      </w:r>
    </w:p>
  </w:footnote>
  <w:footnote w:type="continuationSeparator" w:id="0">
    <w:p w14:paraId="628AA810" w14:textId="77777777" w:rsidR="00CA351A" w:rsidRDefault="00CA351A" w:rsidP="00C16ABF">
      <w:pPr>
        <w:spacing w:after="0" w:line="240" w:lineRule="auto"/>
      </w:pPr>
      <w:r>
        <w:continuationSeparator/>
      </w:r>
    </w:p>
  </w:footnote>
  <w:footnote w:id="1">
    <w:p w14:paraId="56BBB3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B9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08B"/>
    <w:rsid w:val="000D04B0"/>
    <w:rsid w:val="000F1C57"/>
    <w:rsid w:val="000F51EA"/>
    <w:rsid w:val="000F5615"/>
    <w:rsid w:val="00124BFF"/>
    <w:rsid w:val="0012560E"/>
    <w:rsid w:val="00127108"/>
    <w:rsid w:val="00134B13"/>
    <w:rsid w:val="00146BC0"/>
    <w:rsid w:val="00153C41"/>
    <w:rsid w:val="00154381"/>
    <w:rsid w:val="0016101D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6524"/>
    <w:rsid w:val="00281FF2"/>
    <w:rsid w:val="002857DE"/>
    <w:rsid w:val="00291567"/>
    <w:rsid w:val="002A22BF"/>
    <w:rsid w:val="002A2389"/>
    <w:rsid w:val="002A3F6A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C8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2AD"/>
    <w:rsid w:val="00490F7D"/>
    <w:rsid w:val="00491678"/>
    <w:rsid w:val="004968E2"/>
    <w:rsid w:val="004A3EEA"/>
    <w:rsid w:val="004A4D1F"/>
    <w:rsid w:val="004B3FAB"/>
    <w:rsid w:val="004D5282"/>
    <w:rsid w:val="004F1551"/>
    <w:rsid w:val="004F55A3"/>
    <w:rsid w:val="0050496F"/>
    <w:rsid w:val="00513B6F"/>
    <w:rsid w:val="00517C63"/>
    <w:rsid w:val="005363C4"/>
    <w:rsid w:val="00536BDE"/>
    <w:rsid w:val="00543451"/>
    <w:rsid w:val="00543ACC"/>
    <w:rsid w:val="005627A1"/>
    <w:rsid w:val="0056696D"/>
    <w:rsid w:val="0059484D"/>
    <w:rsid w:val="005A0855"/>
    <w:rsid w:val="005A3196"/>
    <w:rsid w:val="005C080F"/>
    <w:rsid w:val="005C55E5"/>
    <w:rsid w:val="005C696A"/>
    <w:rsid w:val="005E3E04"/>
    <w:rsid w:val="005E6E85"/>
    <w:rsid w:val="005F31D2"/>
    <w:rsid w:val="00604DC0"/>
    <w:rsid w:val="0061029B"/>
    <w:rsid w:val="00617230"/>
    <w:rsid w:val="00621CE1"/>
    <w:rsid w:val="00627FC9"/>
    <w:rsid w:val="006419AF"/>
    <w:rsid w:val="00647FA8"/>
    <w:rsid w:val="00650C5F"/>
    <w:rsid w:val="00654934"/>
    <w:rsid w:val="006620D9"/>
    <w:rsid w:val="00671958"/>
    <w:rsid w:val="00675843"/>
    <w:rsid w:val="00696477"/>
    <w:rsid w:val="006D050F"/>
    <w:rsid w:val="006D4CFE"/>
    <w:rsid w:val="006D6139"/>
    <w:rsid w:val="006E5D65"/>
    <w:rsid w:val="006F1282"/>
    <w:rsid w:val="006F1FBC"/>
    <w:rsid w:val="006F31E2"/>
    <w:rsid w:val="0070630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C94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930"/>
    <w:rsid w:val="0081554D"/>
    <w:rsid w:val="0081707E"/>
    <w:rsid w:val="00835681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A7B"/>
    <w:rsid w:val="00916188"/>
    <w:rsid w:val="00921C61"/>
    <w:rsid w:val="00923D7D"/>
    <w:rsid w:val="0093556D"/>
    <w:rsid w:val="009508DF"/>
    <w:rsid w:val="00950DAC"/>
    <w:rsid w:val="00954A07"/>
    <w:rsid w:val="00997F14"/>
    <w:rsid w:val="009A78D9"/>
    <w:rsid w:val="009B23B2"/>
    <w:rsid w:val="009C3E31"/>
    <w:rsid w:val="009C54AE"/>
    <w:rsid w:val="009C788E"/>
    <w:rsid w:val="009D3F3B"/>
    <w:rsid w:val="009D5B0D"/>
    <w:rsid w:val="009E0543"/>
    <w:rsid w:val="009E3B41"/>
    <w:rsid w:val="009F3C5C"/>
    <w:rsid w:val="009F4610"/>
    <w:rsid w:val="00A00ECC"/>
    <w:rsid w:val="00A155EE"/>
    <w:rsid w:val="00A16055"/>
    <w:rsid w:val="00A211C6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D84"/>
    <w:rsid w:val="00A97DE1"/>
    <w:rsid w:val="00AB053C"/>
    <w:rsid w:val="00AD1146"/>
    <w:rsid w:val="00AD27D3"/>
    <w:rsid w:val="00AD4CC0"/>
    <w:rsid w:val="00AD66D6"/>
    <w:rsid w:val="00AE1160"/>
    <w:rsid w:val="00AE203C"/>
    <w:rsid w:val="00AE2E74"/>
    <w:rsid w:val="00AE5FCB"/>
    <w:rsid w:val="00AF094A"/>
    <w:rsid w:val="00AF2C1E"/>
    <w:rsid w:val="00B06142"/>
    <w:rsid w:val="00B135B1"/>
    <w:rsid w:val="00B3130B"/>
    <w:rsid w:val="00B40ADB"/>
    <w:rsid w:val="00B43B77"/>
    <w:rsid w:val="00B43E80"/>
    <w:rsid w:val="00B607DB"/>
    <w:rsid w:val="00B65CAA"/>
    <w:rsid w:val="00B66529"/>
    <w:rsid w:val="00B75946"/>
    <w:rsid w:val="00B8056E"/>
    <w:rsid w:val="00B815C1"/>
    <w:rsid w:val="00B819C8"/>
    <w:rsid w:val="00B82308"/>
    <w:rsid w:val="00B90885"/>
    <w:rsid w:val="00BB520A"/>
    <w:rsid w:val="00BD3869"/>
    <w:rsid w:val="00BD66E9"/>
    <w:rsid w:val="00BD6FF4"/>
    <w:rsid w:val="00BE2864"/>
    <w:rsid w:val="00BF2C41"/>
    <w:rsid w:val="00C058B4"/>
    <w:rsid w:val="00C05F44"/>
    <w:rsid w:val="00C131B5"/>
    <w:rsid w:val="00C16ABF"/>
    <w:rsid w:val="00C170AE"/>
    <w:rsid w:val="00C2238F"/>
    <w:rsid w:val="00C26CB7"/>
    <w:rsid w:val="00C324C1"/>
    <w:rsid w:val="00C36992"/>
    <w:rsid w:val="00C56036"/>
    <w:rsid w:val="00C61DC5"/>
    <w:rsid w:val="00C620F2"/>
    <w:rsid w:val="00C67E92"/>
    <w:rsid w:val="00C70A26"/>
    <w:rsid w:val="00C766DF"/>
    <w:rsid w:val="00C94B98"/>
    <w:rsid w:val="00CA2B96"/>
    <w:rsid w:val="00CA351A"/>
    <w:rsid w:val="00CA5089"/>
    <w:rsid w:val="00CD6897"/>
    <w:rsid w:val="00CE5BAC"/>
    <w:rsid w:val="00CF25BE"/>
    <w:rsid w:val="00CF78ED"/>
    <w:rsid w:val="00D02B25"/>
    <w:rsid w:val="00D02EBA"/>
    <w:rsid w:val="00D1263D"/>
    <w:rsid w:val="00D17C3C"/>
    <w:rsid w:val="00D2077F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57C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68C0"/>
    <w:rsid w:val="00ED03AB"/>
    <w:rsid w:val="00ED32D2"/>
    <w:rsid w:val="00ED7CD7"/>
    <w:rsid w:val="00EE32DE"/>
    <w:rsid w:val="00EE5457"/>
    <w:rsid w:val="00F070AB"/>
    <w:rsid w:val="00F17567"/>
    <w:rsid w:val="00F17755"/>
    <w:rsid w:val="00F27A7B"/>
    <w:rsid w:val="00F526AF"/>
    <w:rsid w:val="00F617C3"/>
    <w:rsid w:val="00F7066B"/>
    <w:rsid w:val="00F83B28"/>
    <w:rsid w:val="00F974DA"/>
    <w:rsid w:val="00FA46E5"/>
    <w:rsid w:val="00FB6251"/>
    <w:rsid w:val="00FB7DBA"/>
    <w:rsid w:val="00FC1C25"/>
    <w:rsid w:val="00FC3F45"/>
    <w:rsid w:val="00FD503F"/>
    <w:rsid w:val="00FD51B7"/>
    <w:rsid w:val="00FD7589"/>
    <w:rsid w:val="00FF016A"/>
    <w:rsid w:val="00FF12B6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F8FB3"/>
  <w15:docId w15:val="{BF38F884-179E-4B5F-979B-92E807B37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5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C263EC-A5F3-4251-AFF2-B2B1FED5A9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E7A38A-4384-4110-8CED-FAB522541BA8}"/>
</file>

<file path=customXml/itemProps3.xml><?xml version="1.0" encoding="utf-8"?>
<ds:datastoreItem xmlns:ds="http://schemas.openxmlformats.org/officeDocument/2006/customXml" ds:itemID="{3B0B9CED-FD93-4D9C-90A6-1EC801A34EFC}"/>
</file>

<file path=customXml/itemProps4.xml><?xml version="1.0" encoding="utf-8"?>
<ds:datastoreItem xmlns:ds="http://schemas.openxmlformats.org/officeDocument/2006/customXml" ds:itemID="{DA1721E3-B753-4901-B813-58C751A3945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85</TotalTime>
  <Pages>4</Pages>
  <Words>805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Krzysztof Jamroży</cp:lastModifiedBy>
  <cp:revision>6</cp:revision>
  <cp:lastPrinted>2019-07-17T12:52:00Z</cp:lastPrinted>
  <dcterms:created xsi:type="dcterms:W3CDTF">2020-10-27T13:36:00Z</dcterms:created>
  <dcterms:modified xsi:type="dcterms:W3CDTF">2021-09-22T18:05:00Z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